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32B7B" w14:textId="77777777" w:rsidR="006E5D65" w:rsidRPr="000510B8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0510B8">
        <w:rPr>
          <w:rFonts w:ascii="Corbel" w:hAnsi="Corbel"/>
          <w:b/>
          <w:bCs/>
        </w:rPr>
        <w:t xml:space="preserve">   </w:t>
      </w:r>
      <w:r w:rsidR="00CD6897" w:rsidRPr="000510B8">
        <w:rPr>
          <w:rFonts w:ascii="Corbel" w:hAnsi="Corbel"/>
          <w:b/>
          <w:bCs/>
        </w:rPr>
        <w:tab/>
      </w:r>
      <w:r w:rsidR="00CD6897" w:rsidRPr="000510B8">
        <w:rPr>
          <w:rFonts w:ascii="Corbel" w:hAnsi="Corbel"/>
          <w:b/>
          <w:bCs/>
        </w:rPr>
        <w:tab/>
      </w:r>
      <w:r w:rsidR="00CD6897" w:rsidRPr="000510B8">
        <w:rPr>
          <w:rFonts w:ascii="Corbel" w:hAnsi="Corbel"/>
          <w:b/>
          <w:bCs/>
        </w:rPr>
        <w:tab/>
      </w:r>
      <w:r w:rsidR="00CD6897" w:rsidRPr="000510B8">
        <w:rPr>
          <w:rFonts w:ascii="Corbel" w:hAnsi="Corbel"/>
          <w:b/>
          <w:bCs/>
        </w:rPr>
        <w:tab/>
      </w:r>
      <w:r w:rsidR="00CD6897" w:rsidRPr="000510B8">
        <w:rPr>
          <w:rFonts w:ascii="Corbel" w:hAnsi="Corbel"/>
          <w:b/>
          <w:bCs/>
        </w:rPr>
        <w:tab/>
      </w:r>
      <w:r w:rsidR="00CD6897" w:rsidRPr="000510B8">
        <w:rPr>
          <w:rFonts w:ascii="Corbel" w:hAnsi="Corbel"/>
          <w:b/>
          <w:bCs/>
        </w:rPr>
        <w:tab/>
      </w:r>
      <w:r w:rsidR="00D8678B" w:rsidRPr="000510B8">
        <w:rPr>
          <w:rFonts w:ascii="Corbel" w:hAnsi="Corbel"/>
          <w:bCs/>
          <w:i/>
        </w:rPr>
        <w:t xml:space="preserve">Załącznik nr </w:t>
      </w:r>
      <w:r w:rsidR="006F31E2" w:rsidRPr="000510B8">
        <w:rPr>
          <w:rFonts w:ascii="Corbel" w:hAnsi="Corbel"/>
          <w:bCs/>
          <w:i/>
        </w:rPr>
        <w:t>1.5</w:t>
      </w:r>
      <w:r w:rsidR="00D8678B" w:rsidRPr="000510B8">
        <w:rPr>
          <w:rFonts w:ascii="Corbel" w:hAnsi="Corbel"/>
          <w:bCs/>
          <w:i/>
        </w:rPr>
        <w:t xml:space="preserve"> do Zarządzenia</w:t>
      </w:r>
      <w:r w:rsidR="002A22BF" w:rsidRPr="000510B8">
        <w:rPr>
          <w:rFonts w:ascii="Corbel" w:hAnsi="Corbel"/>
          <w:bCs/>
          <w:i/>
        </w:rPr>
        <w:t xml:space="preserve"> Rektora UR </w:t>
      </w:r>
      <w:r w:rsidR="00CD6897" w:rsidRPr="000510B8">
        <w:rPr>
          <w:rFonts w:ascii="Corbel" w:hAnsi="Corbel"/>
          <w:bCs/>
          <w:i/>
        </w:rPr>
        <w:t xml:space="preserve"> nr </w:t>
      </w:r>
      <w:r w:rsidR="00F61A26" w:rsidRPr="000510B8">
        <w:rPr>
          <w:rFonts w:ascii="Corbel" w:hAnsi="Corbel"/>
          <w:bCs/>
          <w:i/>
        </w:rPr>
        <w:t>7/2023</w:t>
      </w:r>
    </w:p>
    <w:p w14:paraId="54E7DB4F" w14:textId="77777777" w:rsidR="0085747A" w:rsidRPr="000510B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510B8">
        <w:rPr>
          <w:rFonts w:ascii="Corbel" w:hAnsi="Corbel"/>
          <w:b/>
          <w:smallCaps/>
          <w:sz w:val="24"/>
          <w:szCs w:val="24"/>
        </w:rPr>
        <w:t>SYLABUS</w:t>
      </w:r>
    </w:p>
    <w:p w14:paraId="5DD5466E" w14:textId="41949993" w:rsidR="0085747A" w:rsidRPr="000510B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510B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510B8">
        <w:rPr>
          <w:rFonts w:ascii="Corbel" w:hAnsi="Corbel"/>
          <w:b/>
          <w:smallCaps/>
          <w:sz w:val="24"/>
          <w:szCs w:val="24"/>
        </w:rPr>
        <w:t xml:space="preserve"> </w:t>
      </w:r>
      <w:r w:rsidR="008545A0" w:rsidRPr="000510B8">
        <w:rPr>
          <w:rFonts w:ascii="Corbel" w:hAnsi="Corbel"/>
          <w:i/>
          <w:smallCaps/>
          <w:sz w:val="24"/>
          <w:szCs w:val="24"/>
        </w:rPr>
        <w:t xml:space="preserve"> 2025-2027</w:t>
      </w:r>
      <w:r w:rsidR="0085747A" w:rsidRPr="000510B8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9FBD6E8" w14:textId="77777777" w:rsidR="0085747A" w:rsidRPr="000510B8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510B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0510B8">
        <w:rPr>
          <w:rFonts w:ascii="Corbel" w:hAnsi="Corbel"/>
          <w:i/>
          <w:sz w:val="24"/>
          <w:szCs w:val="24"/>
        </w:rPr>
        <w:t xml:space="preserve">       </w:t>
      </w:r>
      <w:r w:rsidRPr="000510B8">
        <w:rPr>
          <w:rFonts w:ascii="Corbel" w:hAnsi="Corbel"/>
          <w:i/>
          <w:sz w:val="24"/>
          <w:szCs w:val="24"/>
        </w:rPr>
        <w:t xml:space="preserve"> </w:t>
      </w:r>
      <w:r w:rsidR="0085747A" w:rsidRPr="000510B8">
        <w:rPr>
          <w:rFonts w:ascii="Corbel" w:hAnsi="Corbel"/>
          <w:i/>
          <w:sz w:val="20"/>
          <w:szCs w:val="20"/>
        </w:rPr>
        <w:t>(skrajne daty</w:t>
      </w:r>
      <w:r w:rsidR="0085747A" w:rsidRPr="000510B8">
        <w:rPr>
          <w:rFonts w:ascii="Corbel" w:hAnsi="Corbel"/>
          <w:sz w:val="20"/>
          <w:szCs w:val="20"/>
        </w:rPr>
        <w:t>)</w:t>
      </w:r>
    </w:p>
    <w:p w14:paraId="2D70602B" w14:textId="72BEFADD" w:rsidR="00445970" w:rsidRPr="000510B8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510B8">
        <w:rPr>
          <w:rFonts w:ascii="Corbel" w:hAnsi="Corbel"/>
          <w:sz w:val="20"/>
          <w:szCs w:val="20"/>
        </w:rPr>
        <w:tab/>
      </w:r>
      <w:r w:rsidRPr="000510B8">
        <w:rPr>
          <w:rFonts w:ascii="Corbel" w:hAnsi="Corbel"/>
          <w:sz w:val="20"/>
          <w:szCs w:val="20"/>
        </w:rPr>
        <w:tab/>
      </w:r>
      <w:r w:rsidRPr="000510B8">
        <w:rPr>
          <w:rFonts w:ascii="Corbel" w:hAnsi="Corbel"/>
          <w:sz w:val="20"/>
          <w:szCs w:val="20"/>
        </w:rPr>
        <w:tab/>
      </w:r>
      <w:r w:rsidRPr="000510B8">
        <w:rPr>
          <w:rFonts w:ascii="Corbel" w:hAnsi="Corbel"/>
          <w:sz w:val="20"/>
          <w:szCs w:val="20"/>
        </w:rPr>
        <w:tab/>
        <w:t xml:space="preserve">Rok akademicki   </w:t>
      </w:r>
      <w:r w:rsidR="00DC5486">
        <w:rPr>
          <w:rFonts w:ascii="Corbel" w:hAnsi="Corbel"/>
          <w:sz w:val="20"/>
          <w:szCs w:val="20"/>
        </w:rPr>
        <w:t>2025/26</w:t>
      </w:r>
    </w:p>
    <w:p w14:paraId="4B261BF3" w14:textId="77777777" w:rsidR="0085747A" w:rsidRPr="000510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0B1A50" w14:textId="77777777" w:rsidR="0085747A" w:rsidRPr="000510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510B8">
        <w:rPr>
          <w:rFonts w:ascii="Corbel" w:hAnsi="Corbel"/>
          <w:szCs w:val="24"/>
        </w:rPr>
        <w:t xml:space="preserve">1. </w:t>
      </w:r>
      <w:r w:rsidR="0085747A" w:rsidRPr="000510B8">
        <w:rPr>
          <w:rFonts w:ascii="Corbel" w:hAnsi="Corbel"/>
          <w:szCs w:val="24"/>
        </w:rPr>
        <w:t xml:space="preserve">Podstawowe </w:t>
      </w:r>
      <w:r w:rsidR="00445970" w:rsidRPr="000510B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510B8" w14:paraId="33AC1EA7" w14:textId="77777777" w:rsidTr="00DC5486">
        <w:tc>
          <w:tcPr>
            <w:tcW w:w="2694" w:type="dxa"/>
            <w:vAlign w:val="center"/>
          </w:tcPr>
          <w:p w14:paraId="14FD2B28" w14:textId="77777777" w:rsidR="0085747A" w:rsidRPr="000510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6D6AEE" w14:textId="50F94751" w:rsidR="0085747A" w:rsidRPr="004004DF" w:rsidRDefault="005762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004DF">
              <w:rPr>
                <w:rFonts w:ascii="Corbel" w:hAnsi="Corbel"/>
                <w:b w:val="0"/>
                <w:bCs/>
                <w:sz w:val="24"/>
                <w:szCs w:val="24"/>
              </w:rPr>
              <w:t>Rywalizacja mocarstw w XXI wieku</w:t>
            </w:r>
          </w:p>
        </w:tc>
      </w:tr>
      <w:tr w:rsidR="0085747A" w:rsidRPr="000510B8" w14:paraId="3ACE5527" w14:textId="77777777" w:rsidTr="00DC5486">
        <w:tc>
          <w:tcPr>
            <w:tcW w:w="2694" w:type="dxa"/>
            <w:vAlign w:val="center"/>
          </w:tcPr>
          <w:p w14:paraId="6D20BF9C" w14:textId="77777777" w:rsidR="0085747A" w:rsidRPr="000510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510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3C6CD" w14:textId="17DE4B75" w:rsidR="0085747A" w:rsidRPr="000510B8" w:rsidRDefault="00DC54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SM2_32</w:t>
            </w:r>
          </w:p>
        </w:tc>
      </w:tr>
      <w:tr w:rsidR="0085747A" w:rsidRPr="000510B8" w14:paraId="66AFC85E" w14:textId="77777777" w:rsidTr="00DC5486">
        <w:tc>
          <w:tcPr>
            <w:tcW w:w="2694" w:type="dxa"/>
            <w:vAlign w:val="center"/>
          </w:tcPr>
          <w:p w14:paraId="18A5993B" w14:textId="77777777" w:rsidR="0085747A" w:rsidRPr="000510B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0510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F41AAB" w14:textId="596F156D" w:rsidR="0085747A" w:rsidRPr="000510B8" w:rsidRDefault="00DC54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Społecznych</w:t>
            </w:r>
          </w:p>
        </w:tc>
      </w:tr>
      <w:tr w:rsidR="00DC5486" w:rsidRPr="000510B8" w14:paraId="2D1E3718" w14:textId="77777777" w:rsidTr="00DC5486">
        <w:tc>
          <w:tcPr>
            <w:tcW w:w="2694" w:type="dxa"/>
            <w:vAlign w:val="center"/>
          </w:tcPr>
          <w:p w14:paraId="00A6AB79" w14:textId="77777777" w:rsidR="00DC5486" w:rsidRPr="000510B8" w:rsidRDefault="00DC5486" w:rsidP="00DC54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0CF4F6" w14:textId="55A94E85" w:rsidR="00DC5486" w:rsidRPr="000510B8" w:rsidRDefault="00DC5486" w:rsidP="00DC54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DC5486" w:rsidRPr="000510B8" w14:paraId="013EE83C" w14:textId="77777777" w:rsidTr="00DC5486">
        <w:tc>
          <w:tcPr>
            <w:tcW w:w="2694" w:type="dxa"/>
            <w:vAlign w:val="center"/>
          </w:tcPr>
          <w:p w14:paraId="7B345BC2" w14:textId="77777777" w:rsidR="00DC5486" w:rsidRPr="000510B8" w:rsidRDefault="00DC5486" w:rsidP="00DC54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B12757" w14:textId="2E6C496A" w:rsidR="00DC5486" w:rsidRPr="000510B8" w:rsidRDefault="00DC5486" w:rsidP="00DC54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DC5486" w:rsidRPr="000510B8" w14:paraId="4D9FD7E1" w14:textId="77777777" w:rsidTr="00DC5486">
        <w:tc>
          <w:tcPr>
            <w:tcW w:w="2694" w:type="dxa"/>
            <w:vAlign w:val="center"/>
          </w:tcPr>
          <w:p w14:paraId="655FFF0A" w14:textId="77777777" w:rsidR="00DC5486" w:rsidRPr="000510B8" w:rsidRDefault="00DC5486" w:rsidP="00DC54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C81A25" w14:textId="121DDEDF" w:rsidR="00DC5486" w:rsidRPr="000510B8" w:rsidRDefault="00DC5486" w:rsidP="00DC54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DC5486" w:rsidRPr="000510B8" w14:paraId="253731A1" w14:textId="77777777" w:rsidTr="00DC5486">
        <w:tc>
          <w:tcPr>
            <w:tcW w:w="2694" w:type="dxa"/>
            <w:vAlign w:val="center"/>
          </w:tcPr>
          <w:p w14:paraId="0829B5CC" w14:textId="77777777" w:rsidR="00DC5486" w:rsidRPr="000510B8" w:rsidRDefault="00DC5486" w:rsidP="00DC54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00B88" w14:textId="4E54B40E" w:rsidR="00DC5486" w:rsidRPr="000510B8" w:rsidRDefault="00DC5486" w:rsidP="00DC54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C5486" w:rsidRPr="000510B8" w14:paraId="30678F84" w14:textId="77777777" w:rsidTr="00DC5486">
        <w:tc>
          <w:tcPr>
            <w:tcW w:w="2694" w:type="dxa"/>
            <w:vAlign w:val="center"/>
          </w:tcPr>
          <w:p w14:paraId="5177C36E" w14:textId="77777777" w:rsidR="00DC5486" w:rsidRPr="000510B8" w:rsidRDefault="00DC5486" w:rsidP="00DC54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9139E9" w14:textId="15AFDAD8" w:rsidR="00DC5486" w:rsidRPr="000510B8" w:rsidRDefault="00DC5486" w:rsidP="00DC54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C5486" w:rsidRPr="000510B8" w14:paraId="483A0087" w14:textId="77777777" w:rsidTr="00DC5486">
        <w:tc>
          <w:tcPr>
            <w:tcW w:w="2694" w:type="dxa"/>
            <w:vAlign w:val="center"/>
          </w:tcPr>
          <w:p w14:paraId="0FF975C6" w14:textId="77777777" w:rsidR="00DC5486" w:rsidRPr="000510B8" w:rsidRDefault="00DC5486" w:rsidP="00DC54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27F6F5" w14:textId="5A8F6D64" w:rsidR="00DC5486" w:rsidRPr="000510B8" w:rsidRDefault="00DC5486" w:rsidP="00DC54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sz w:val="24"/>
                <w:szCs w:val="24"/>
              </w:rPr>
              <w:t>Rok pierwszy, semestr 2</w:t>
            </w:r>
          </w:p>
        </w:tc>
      </w:tr>
      <w:tr w:rsidR="00DC5486" w:rsidRPr="000510B8" w14:paraId="768FFFB6" w14:textId="77777777" w:rsidTr="00DC5486">
        <w:tc>
          <w:tcPr>
            <w:tcW w:w="2694" w:type="dxa"/>
            <w:vAlign w:val="center"/>
          </w:tcPr>
          <w:p w14:paraId="743307B1" w14:textId="77777777" w:rsidR="00DC5486" w:rsidRPr="000510B8" w:rsidRDefault="00DC5486" w:rsidP="00DC54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BB0A88" w14:textId="1BB34240" w:rsidR="00DC5486" w:rsidRPr="000510B8" w:rsidRDefault="00DC5486" w:rsidP="00DC54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DC5486" w:rsidRPr="000510B8" w14:paraId="47E8A2D8" w14:textId="77777777" w:rsidTr="00DC5486">
        <w:tc>
          <w:tcPr>
            <w:tcW w:w="2694" w:type="dxa"/>
            <w:vAlign w:val="center"/>
          </w:tcPr>
          <w:p w14:paraId="0D51D012" w14:textId="77777777" w:rsidR="00DC5486" w:rsidRPr="000510B8" w:rsidRDefault="00DC5486" w:rsidP="00DC54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A80C32" w14:textId="4F4A56F5" w:rsidR="00DC5486" w:rsidRPr="000510B8" w:rsidRDefault="00DC5486" w:rsidP="00DC54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C5486" w:rsidRPr="000510B8" w14:paraId="7FE8C92F" w14:textId="77777777" w:rsidTr="00DC5486">
        <w:tc>
          <w:tcPr>
            <w:tcW w:w="2694" w:type="dxa"/>
            <w:vAlign w:val="center"/>
          </w:tcPr>
          <w:p w14:paraId="42BC19A7" w14:textId="77777777" w:rsidR="00DC5486" w:rsidRPr="000510B8" w:rsidRDefault="00DC5486" w:rsidP="00DC54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30E5B2" w14:textId="499C5147" w:rsidR="00DC5486" w:rsidRPr="000510B8" w:rsidRDefault="0024768D" w:rsidP="00DC54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inż. </w:t>
            </w:r>
            <w:r w:rsidR="00DC5486"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4768D" w:rsidRPr="000510B8" w14:paraId="7AC848B6" w14:textId="77777777" w:rsidTr="00DC5486">
        <w:tc>
          <w:tcPr>
            <w:tcW w:w="2694" w:type="dxa"/>
            <w:vAlign w:val="center"/>
          </w:tcPr>
          <w:p w14:paraId="207B0304" w14:textId="77777777" w:rsidR="0024768D" w:rsidRPr="000510B8" w:rsidRDefault="0024768D" w:rsidP="002476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2F7C82" w14:textId="6AF349AB" w:rsidR="0024768D" w:rsidRPr="000510B8" w:rsidRDefault="0024768D" w:rsidP="002476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inż. Maciej Milczanowski, prof. UR</w:t>
            </w:r>
          </w:p>
        </w:tc>
      </w:tr>
    </w:tbl>
    <w:p w14:paraId="709A64E0" w14:textId="77777777" w:rsidR="0085747A" w:rsidRPr="000510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510B8">
        <w:rPr>
          <w:rFonts w:ascii="Corbel" w:hAnsi="Corbel"/>
          <w:sz w:val="24"/>
          <w:szCs w:val="24"/>
        </w:rPr>
        <w:t xml:space="preserve">* </w:t>
      </w:r>
      <w:r w:rsidRPr="000510B8">
        <w:rPr>
          <w:rFonts w:ascii="Corbel" w:hAnsi="Corbel"/>
          <w:i/>
          <w:sz w:val="24"/>
          <w:szCs w:val="24"/>
        </w:rPr>
        <w:t>-</w:t>
      </w:r>
      <w:r w:rsidR="00B90885" w:rsidRPr="000510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510B8">
        <w:rPr>
          <w:rFonts w:ascii="Corbel" w:hAnsi="Corbel"/>
          <w:b w:val="0"/>
          <w:sz w:val="24"/>
          <w:szCs w:val="24"/>
        </w:rPr>
        <w:t>e,</w:t>
      </w:r>
      <w:r w:rsidRPr="000510B8">
        <w:rPr>
          <w:rFonts w:ascii="Corbel" w:hAnsi="Corbel"/>
          <w:i/>
          <w:sz w:val="24"/>
          <w:szCs w:val="24"/>
        </w:rPr>
        <w:t xml:space="preserve"> </w:t>
      </w:r>
      <w:r w:rsidRPr="000510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510B8">
        <w:rPr>
          <w:rFonts w:ascii="Corbel" w:hAnsi="Corbel"/>
          <w:b w:val="0"/>
          <w:i/>
          <w:sz w:val="24"/>
          <w:szCs w:val="24"/>
        </w:rPr>
        <w:t>w Jednostce</w:t>
      </w:r>
    </w:p>
    <w:p w14:paraId="6E1CE1D4" w14:textId="77777777" w:rsidR="00923D7D" w:rsidRPr="000510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1076FA" w14:textId="77777777" w:rsidR="0085747A" w:rsidRPr="000510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510B8">
        <w:rPr>
          <w:rFonts w:ascii="Corbel" w:hAnsi="Corbel"/>
          <w:sz w:val="24"/>
          <w:szCs w:val="24"/>
        </w:rPr>
        <w:t>1.</w:t>
      </w:r>
      <w:r w:rsidR="00E22FBC" w:rsidRPr="000510B8">
        <w:rPr>
          <w:rFonts w:ascii="Corbel" w:hAnsi="Corbel"/>
          <w:sz w:val="24"/>
          <w:szCs w:val="24"/>
        </w:rPr>
        <w:t>1</w:t>
      </w:r>
      <w:r w:rsidRPr="000510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B1437D" w14:textId="77777777" w:rsidR="00923D7D" w:rsidRPr="000510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510B8" w14:paraId="54D69B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F71E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Semestr</w:t>
            </w:r>
          </w:p>
          <w:p w14:paraId="28F2F22C" w14:textId="77777777" w:rsidR="00015B8F" w:rsidRPr="000510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(</w:t>
            </w:r>
            <w:r w:rsidR="00363F78" w:rsidRPr="000510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14547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5D41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63BF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8E20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1F23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86CA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BDA3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F046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10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CBA5E" w14:textId="77777777" w:rsidR="00015B8F" w:rsidRPr="000510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510B8">
              <w:rPr>
                <w:rFonts w:ascii="Corbel" w:hAnsi="Corbel"/>
                <w:b/>
                <w:szCs w:val="24"/>
              </w:rPr>
              <w:t>Liczba pkt</w:t>
            </w:r>
            <w:r w:rsidR="00B90885" w:rsidRPr="000510B8">
              <w:rPr>
                <w:rFonts w:ascii="Corbel" w:hAnsi="Corbel"/>
                <w:b/>
                <w:szCs w:val="24"/>
              </w:rPr>
              <w:t>.</w:t>
            </w:r>
            <w:r w:rsidRPr="000510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510B8" w14:paraId="2D21EF4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AC6D" w14:textId="2E6C7B70" w:rsidR="00015B8F" w:rsidRPr="000510B8" w:rsidRDefault="00C258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BC00" w14:textId="260AD364" w:rsidR="00015B8F" w:rsidRPr="000510B8" w:rsidRDefault="00C258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FCC7" w14:textId="32D07F4D" w:rsidR="00015B8F" w:rsidRPr="000510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41A7" w14:textId="77777777" w:rsidR="00015B8F" w:rsidRPr="000510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5199" w14:textId="77777777" w:rsidR="00015B8F" w:rsidRPr="000510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41B0" w14:textId="77777777" w:rsidR="00015B8F" w:rsidRPr="000510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AE04" w14:textId="77777777" w:rsidR="00015B8F" w:rsidRPr="000510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A851" w14:textId="77777777" w:rsidR="00015B8F" w:rsidRPr="000510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1599" w14:textId="77777777" w:rsidR="00015B8F" w:rsidRPr="000510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7742" w14:textId="22D95F59" w:rsidR="00015B8F" w:rsidRPr="000510B8" w:rsidRDefault="005762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0510B8" w14:paraId="6FB408A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2C07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ADDB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95ED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B076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9960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D11D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2C30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0196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8A4A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3EEE" w14:textId="77777777" w:rsidR="0030395F" w:rsidRPr="000510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8BCC07D" w14:textId="77777777" w:rsidR="00923D7D" w:rsidRPr="000510B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3162BD" w14:textId="77777777" w:rsidR="00923D7D" w:rsidRPr="000510B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A5B2A4" w14:textId="77777777" w:rsidR="0085747A" w:rsidRPr="000510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t>1.</w:t>
      </w:r>
      <w:r w:rsidR="00E22FBC" w:rsidRPr="000510B8">
        <w:rPr>
          <w:rFonts w:ascii="Corbel" w:hAnsi="Corbel"/>
          <w:smallCaps w:val="0"/>
          <w:szCs w:val="24"/>
        </w:rPr>
        <w:t>2</w:t>
      </w:r>
      <w:r w:rsidR="00F83B28" w:rsidRPr="000510B8">
        <w:rPr>
          <w:rFonts w:ascii="Corbel" w:hAnsi="Corbel"/>
          <w:smallCaps w:val="0"/>
          <w:szCs w:val="24"/>
        </w:rPr>
        <w:t>.</w:t>
      </w:r>
      <w:r w:rsidR="00F83B28" w:rsidRPr="000510B8">
        <w:rPr>
          <w:rFonts w:ascii="Corbel" w:hAnsi="Corbel"/>
          <w:smallCaps w:val="0"/>
          <w:szCs w:val="24"/>
        </w:rPr>
        <w:tab/>
      </w:r>
      <w:r w:rsidRPr="000510B8">
        <w:rPr>
          <w:rFonts w:ascii="Corbel" w:hAnsi="Corbel"/>
          <w:smallCaps w:val="0"/>
          <w:szCs w:val="24"/>
        </w:rPr>
        <w:t xml:space="preserve">Sposób realizacji zajęć  </w:t>
      </w:r>
    </w:p>
    <w:p w14:paraId="58C33071" w14:textId="2D4B01E2" w:rsidR="0085747A" w:rsidRPr="000510B8" w:rsidRDefault="00C258B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510B8">
        <w:rPr>
          <w:rFonts w:ascii="Corbel" w:eastAsia="MS Gothic" w:hAnsi="Corbel" w:cs="Segoe UI Symbol"/>
          <w:b w:val="0"/>
          <w:szCs w:val="24"/>
        </w:rPr>
        <w:t>x</w:t>
      </w:r>
      <w:r w:rsidR="0085747A" w:rsidRPr="000510B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264A6C" w14:textId="77777777" w:rsidR="0085747A" w:rsidRPr="000510B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510B8">
        <w:rPr>
          <w:rFonts w:ascii="Segoe UI Symbol" w:eastAsia="MS Gothic" w:hAnsi="Segoe UI Symbol" w:cs="Segoe UI Symbol"/>
          <w:b w:val="0"/>
          <w:szCs w:val="24"/>
        </w:rPr>
        <w:t>☐</w:t>
      </w:r>
      <w:r w:rsidRPr="000510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F01F63C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50564F" w14:textId="77777777" w:rsidR="00E22FBC" w:rsidRPr="000510B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t xml:space="preserve">1.3 </w:t>
      </w:r>
      <w:r w:rsidR="00F83B28" w:rsidRPr="000510B8">
        <w:rPr>
          <w:rFonts w:ascii="Corbel" w:hAnsi="Corbel"/>
          <w:smallCaps w:val="0"/>
          <w:szCs w:val="24"/>
        </w:rPr>
        <w:tab/>
      </w:r>
      <w:r w:rsidRPr="000510B8">
        <w:rPr>
          <w:rFonts w:ascii="Corbel" w:hAnsi="Corbel"/>
          <w:smallCaps w:val="0"/>
          <w:szCs w:val="24"/>
        </w:rPr>
        <w:t>For</w:t>
      </w:r>
      <w:r w:rsidR="00445970" w:rsidRPr="000510B8">
        <w:rPr>
          <w:rFonts w:ascii="Corbel" w:hAnsi="Corbel"/>
          <w:smallCaps w:val="0"/>
          <w:szCs w:val="24"/>
        </w:rPr>
        <w:t xml:space="preserve">ma zaliczenia przedmiotu </w:t>
      </w:r>
      <w:r w:rsidRPr="000510B8">
        <w:rPr>
          <w:rFonts w:ascii="Corbel" w:hAnsi="Corbel"/>
          <w:smallCaps w:val="0"/>
          <w:szCs w:val="24"/>
        </w:rPr>
        <w:t xml:space="preserve"> (z toku) </w:t>
      </w:r>
      <w:r w:rsidRPr="000510B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0BC793" w14:textId="7A390ED6" w:rsidR="009C54AE" w:rsidRPr="000510B8" w:rsidRDefault="00DC54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 ustny</w:t>
      </w:r>
    </w:p>
    <w:p w14:paraId="60F4390D" w14:textId="77777777" w:rsidR="00E960BB" w:rsidRPr="000510B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3DA215" w14:textId="77777777" w:rsidR="00E960BB" w:rsidRPr="000510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510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510B8" w14:paraId="69A93B69" w14:textId="77777777" w:rsidTr="00745302">
        <w:tc>
          <w:tcPr>
            <w:tcW w:w="9670" w:type="dxa"/>
          </w:tcPr>
          <w:p w14:paraId="1B7FCADC" w14:textId="251660F5" w:rsidR="0085747A" w:rsidRPr="000510B8" w:rsidRDefault="00393BB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</w:t>
            </w:r>
          </w:p>
          <w:p w14:paraId="10961B7D" w14:textId="77777777" w:rsidR="0085747A" w:rsidRPr="000510B8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C592368" w14:textId="77777777" w:rsidR="00153C41" w:rsidRPr="000510B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B014B7" w14:textId="77777777" w:rsidR="0085747A" w:rsidRPr="000510B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510B8">
        <w:rPr>
          <w:rFonts w:ascii="Corbel" w:hAnsi="Corbel"/>
          <w:szCs w:val="24"/>
        </w:rPr>
        <w:lastRenderedPageBreak/>
        <w:t>3.</w:t>
      </w:r>
      <w:r w:rsidR="0085747A" w:rsidRPr="000510B8">
        <w:rPr>
          <w:rFonts w:ascii="Corbel" w:hAnsi="Corbel"/>
          <w:szCs w:val="24"/>
        </w:rPr>
        <w:t xml:space="preserve"> </w:t>
      </w:r>
      <w:r w:rsidR="00A84C85" w:rsidRPr="000510B8">
        <w:rPr>
          <w:rFonts w:ascii="Corbel" w:hAnsi="Corbel"/>
          <w:szCs w:val="24"/>
        </w:rPr>
        <w:t>cele, efekty uczenia się</w:t>
      </w:r>
      <w:r w:rsidR="0085747A" w:rsidRPr="000510B8">
        <w:rPr>
          <w:rFonts w:ascii="Corbel" w:hAnsi="Corbel"/>
          <w:szCs w:val="24"/>
        </w:rPr>
        <w:t xml:space="preserve"> , treści Programowe i stosowane metody Dydaktyczne</w:t>
      </w:r>
    </w:p>
    <w:p w14:paraId="58177257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A66D9" w14:textId="77777777" w:rsidR="0085747A" w:rsidRPr="000510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510B8">
        <w:rPr>
          <w:rFonts w:ascii="Corbel" w:hAnsi="Corbel"/>
          <w:sz w:val="24"/>
          <w:szCs w:val="24"/>
        </w:rPr>
        <w:t xml:space="preserve">3.1 </w:t>
      </w:r>
      <w:r w:rsidR="00C05F44" w:rsidRPr="000510B8">
        <w:rPr>
          <w:rFonts w:ascii="Corbel" w:hAnsi="Corbel"/>
          <w:sz w:val="24"/>
          <w:szCs w:val="24"/>
        </w:rPr>
        <w:t>Cele przedmiotu</w:t>
      </w:r>
    </w:p>
    <w:p w14:paraId="5698543E" w14:textId="77777777" w:rsidR="00F83B28" w:rsidRPr="000510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0510B8" w14:paraId="0AA398DC" w14:textId="77777777" w:rsidTr="00923D7D">
        <w:tc>
          <w:tcPr>
            <w:tcW w:w="851" w:type="dxa"/>
            <w:vAlign w:val="center"/>
          </w:tcPr>
          <w:p w14:paraId="2CE4BE51" w14:textId="77777777" w:rsidR="0085747A" w:rsidRPr="000510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E660390" w14:textId="2006A2F5" w:rsidR="0085747A" w:rsidRPr="000510B8" w:rsidRDefault="00C258B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 xml:space="preserve">zapoznanie studentów z podstawowymi pojęciami, </w:t>
            </w:r>
            <w:r w:rsidR="005762A3" w:rsidRPr="000510B8">
              <w:rPr>
                <w:rFonts w:ascii="Corbel" w:hAnsi="Corbel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>polityki międzynarodowej</w:t>
            </w:r>
            <w:r w:rsidRPr="000510B8">
              <w:rPr>
                <w:rFonts w:ascii="Corbel" w:hAnsi="Corbel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>.</w:t>
            </w:r>
          </w:p>
        </w:tc>
      </w:tr>
      <w:tr w:rsidR="0085747A" w:rsidRPr="000510B8" w14:paraId="41F0B2B1" w14:textId="77777777" w:rsidTr="00923D7D">
        <w:tc>
          <w:tcPr>
            <w:tcW w:w="851" w:type="dxa"/>
            <w:vAlign w:val="center"/>
          </w:tcPr>
          <w:p w14:paraId="412BF8D4" w14:textId="5D65EC15" w:rsidR="0085747A" w:rsidRPr="000510B8" w:rsidRDefault="00C258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F5ACBD" w14:textId="2DA69F01" w:rsidR="0085747A" w:rsidRPr="000510B8" w:rsidRDefault="00C258B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510B8">
              <w:rPr>
                <w:rFonts w:ascii="Corbel" w:hAnsi="Corbel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 xml:space="preserve">poznanie </w:t>
            </w:r>
            <w:r w:rsidR="005762A3" w:rsidRPr="000510B8">
              <w:rPr>
                <w:rFonts w:ascii="Corbel" w:hAnsi="Corbel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>uwarunkowań, metod i rezultatów rywalizacji pomiędzy mocarstwami</w:t>
            </w:r>
          </w:p>
        </w:tc>
      </w:tr>
    </w:tbl>
    <w:p w14:paraId="1F0BC962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397EC8" w14:textId="77777777" w:rsidR="001D7B54" w:rsidRPr="000510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510B8">
        <w:rPr>
          <w:rFonts w:ascii="Corbel" w:hAnsi="Corbel"/>
          <w:b/>
          <w:sz w:val="24"/>
          <w:szCs w:val="24"/>
        </w:rPr>
        <w:t xml:space="preserve">3.2 </w:t>
      </w:r>
      <w:r w:rsidR="001D7B54" w:rsidRPr="000510B8">
        <w:rPr>
          <w:rFonts w:ascii="Corbel" w:hAnsi="Corbel"/>
          <w:b/>
          <w:sz w:val="24"/>
          <w:szCs w:val="24"/>
        </w:rPr>
        <w:t xml:space="preserve">Efekty </w:t>
      </w:r>
      <w:r w:rsidR="00C05F44" w:rsidRPr="000510B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510B8">
        <w:rPr>
          <w:rFonts w:ascii="Corbel" w:hAnsi="Corbel"/>
          <w:b/>
          <w:sz w:val="24"/>
          <w:szCs w:val="24"/>
        </w:rPr>
        <w:t>dla przedmiotu</w:t>
      </w:r>
      <w:r w:rsidR="00445970" w:rsidRPr="000510B8">
        <w:rPr>
          <w:rFonts w:ascii="Corbel" w:hAnsi="Corbel"/>
          <w:sz w:val="24"/>
          <w:szCs w:val="24"/>
        </w:rPr>
        <w:t xml:space="preserve"> </w:t>
      </w:r>
    </w:p>
    <w:p w14:paraId="12C191C1" w14:textId="77777777" w:rsidR="001D7B54" w:rsidRPr="000510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0510B8" w14:paraId="37913053" w14:textId="77777777" w:rsidTr="00866164">
        <w:tc>
          <w:tcPr>
            <w:tcW w:w="1680" w:type="dxa"/>
            <w:vAlign w:val="center"/>
          </w:tcPr>
          <w:p w14:paraId="27015D73" w14:textId="77777777" w:rsidR="0085747A" w:rsidRPr="0024768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4768D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24768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24768D">
              <w:rPr>
                <w:rFonts w:ascii="Corbel" w:hAnsi="Corbel"/>
                <w:b w:val="0"/>
                <w:bCs/>
                <w:smallCaps w:val="0"/>
                <w:szCs w:val="24"/>
              </w:rPr>
              <w:t>efekt uczenia się</w:t>
            </w:r>
            <w:r w:rsidR="00B82308" w:rsidRPr="0024768D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7A6AD16D" w14:textId="77777777" w:rsidR="0085747A" w:rsidRPr="000510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510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510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EF13BD4" w14:textId="77777777" w:rsidR="0085747A" w:rsidRPr="000510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510B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0510B8" w14:paraId="7783096E" w14:textId="77777777" w:rsidTr="00866164">
        <w:tc>
          <w:tcPr>
            <w:tcW w:w="1680" w:type="dxa"/>
          </w:tcPr>
          <w:p w14:paraId="57F7A0D0" w14:textId="125E0675" w:rsidR="0085747A" w:rsidRPr="000510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51E14266" w14:textId="065BAF42" w:rsidR="0085747A" w:rsidRPr="000510B8" w:rsidRDefault="00866164" w:rsidP="0024768D">
            <w:pPr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color w:val="06022E"/>
                <w:sz w:val="23"/>
                <w:szCs w:val="23"/>
              </w:rPr>
              <w:t xml:space="preserve">Zna i rozumie </w:t>
            </w:r>
            <w:r w:rsidRPr="000510B8">
              <w:rPr>
                <w:rFonts w:ascii="Corbel" w:hAnsi="Corbel"/>
                <w:sz w:val="24"/>
                <w:szCs w:val="24"/>
              </w:rPr>
              <w:t>teorię i praktykę podejmowania decyzji i prowadzenia działań politycznych, militarnych i gospodarczych rywalizujących mocarstw.</w:t>
            </w:r>
          </w:p>
        </w:tc>
        <w:tc>
          <w:tcPr>
            <w:tcW w:w="1865" w:type="dxa"/>
          </w:tcPr>
          <w:p w14:paraId="49BD200A" w14:textId="74BC91C6" w:rsidR="0085747A" w:rsidRPr="0024768D" w:rsidRDefault="0086616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4768D">
              <w:rPr>
                <w:rFonts w:ascii="Corbel" w:hAnsi="Corbel"/>
                <w:b w:val="0"/>
                <w:bCs/>
                <w:szCs w:val="24"/>
              </w:rPr>
              <w:t>K_W05</w:t>
            </w:r>
          </w:p>
        </w:tc>
      </w:tr>
      <w:tr w:rsidR="00866164" w:rsidRPr="000510B8" w14:paraId="1A5E24D8" w14:textId="77777777" w:rsidTr="00866164">
        <w:tc>
          <w:tcPr>
            <w:tcW w:w="1680" w:type="dxa"/>
          </w:tcPr>
          <w:p w14:paraId="790DAD14" w14:textId="77777777" w:rsidR="00866164" w:rsidRPr="000510B8" w:rsidRDefault="00866164" w:rsidP="00866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CB5DCAB" w14:textId="20D97781" w:rsidR="00866164" w:rsidRPr="000510B8" w:rsidRDefault="002659D7" w:rsidP="00866164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b/>
                <w:smallCaps/>
              </w:rPr>
            </w:pPr>
            <w:r w:rsidRPr="000510B8">
              <w:rPr>
                <w:rFonts w:ascii="Corbel" w:hAnsi="Corbel"/>
                <w:color w:val="06022E"/>
                <w:sz w:val="23"/>
                <w:szCs w:val="23"/>
                <w:shd w:val="clear" w:color="auto" w:fill="FFFFFF"/>
              </w:rPr>
              <w:t>P</w:t>
            </w:r>
            <w:r w:rsidR="00866164" w:rsidRPr="000510B8">
              <w:rPr>
                <w:rFonts w:ascii="Corbel" w:hAnsi="Corbel"/>
                <w:color w:val="06022E"/>
                <w:sz w:val="23"/>
                <w:szCs w:val="23"/>
                <w:shd w:val="clear" w:color="auto" w:fill="FFFFFF"/>
              </w:rPr>
              <w:t xml:space="preserve">otrafi </w:t>
            </w:r>
            <w:r w:rsidRPr="000510B8">
              <w:rPr>
                <w:rFonts w:ascii="Corbel" w:hAnsi="Corbel"/>
                <w:color w:val="06022E"/>
                <w:sz w:val="23"/>
                <w:szCs w:val="23"/>
                <w:shd w:val="clear" w:color="auto" w:fill="FFFFFF"/>
              </w:rPr>
              <w:t xml:space="preserve">dobrać źródła i </w:t>
            </w:r>
            <w:r w:rsidR="00866164" w:rsidRPr="000510B8">
              <w:rPr>
                <w:rFonts w:ascii="Corbel" w:hAnsi="Corbel"/>
                <w:color w:val="06022E"/>
                <w:sz w:val="23"/>
                <w:szCs w:val="23"/>
                <w:shd w:val="clear" w:color="auto" w:fill="FFFFFF"/>
              </w:rPr>
              <w:t>analizować rzeczywistość międzynarodową</w:t>
            </w:r>
            <w:r w:rsidRPr="000510B8">
              <w:rPr>
                <w:rFonts w:ascii="Corbel" w:hAnsi="Corbel"/>
                <w:color w:val="06022E"/>
                <w:sz w:val="23"/>
                <w:szCs w:val="23"/>
                <w:shd w:val="clear" w:color="auto" w:fill="FFFFFF"/>
              </w:rPr>
              <w:t xml:space="preserve"> oraz genezę, przebieg i skutki rywalizacji międzynarodowej mocarstw. </w:t>
            </w:r>
          </w:p>
        </w:tc>
        <w:tc>
          <w:tcPr>
            <w:tcW w:w="1865" w:type="dxa"/>
          </w:tcPr>
          <w:p w14:paraId="07DF3E1A" w14:textId="723B3B15" w:rsidR="00866164" w:rsidRPr="0024768D" w:rsidRDefault="00866164" w:rsidP="008661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4768D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="00866164" w:rsidRPr="000510B8" w14:paraId="46B06510" w14:textId="77777777" w:rsidTr="00866164">
        <w:tc>
          <w:tcPr>
            <w:tcW w:w="1680" w:type="dxa"/>
          </w:tcPr>
          <w:p w14:paraId="6B750F07" w14:textId="28C1D72C" w:rsidR="00866164" w:rsidRPr="000510B8" w:rsidRDefault="00866164" w:rsidP="00866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04CE684C" w14:textId="0D6AE35A" w:rsidR="00866164" w:rsidRPr="0024768D" w:rsidRDefault="002659D7" w:rsidP="008661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4768D">
              <w:rPr>
                <w:rFonts w:ascii="Corbel" w:hAnsi="Corbel"/>
                <w:b w:val="0"/>
                <w:bCs/>
                <w:color w:val="06022E"/>
                <w:sz w:val="23"/>
                <w:szCs w:val="23"/>
              </w:rPr>
              <w:t>Jest gotów do krytycznej oceny poszczególnych działań mocarstw i wyciągania wniosków istotnych z perspektywy Rzeczpospolitej</w:t>
            </w:r>
          </w:p>
        </w:tc>
        <w:tc>
          <w:tcPr>
            <w:tcW w:w="1865" w:type="dxa"/>
          </w:tcPr>
          <w:p w14:paraId="7D83DC89" w14:textId="2B5E965F" w:rsidR="00866164" w:rsidRPr="000510B8" w:rsidRDefault="002659D7" w:rsidP="00866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D2A8B40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D93C" w14:textId="77777777" w:rsidR="0085747A" w:rsidRPr="000510B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510B8">
        <w:rPr>
          <w:rFonts w:ascii="Corbel" w:hAnsi="Corbel"/>
          <w:b/>
          <w:sz w:val="24"/>
          <w:szCs w:val="24"/>
        </w:rPr>
        <w:t>3.3</w:t>
      </w:r>
      <w:r w:rsidR="001D7B54" w:rsidRPr="000510B8">
        <w:rPr>
          <w:rFonts w:ascii="Corbel" w:hAnsi="Corbel"/>
          <w:b/>
          <w:sz w:val="24"/>
          <w:szCs w:val="24"/>
        </w:rPr>
        <w:t xml:space="preserve"> </w:t>
      </w:r>
      <w:r w:rsidR="0085747A" w:rsidRPr="000510B8">
        <w:rPr>
          <w:rFonts w:ascii="Corbel" w:hAnsi="Corbel"/>
          <w:b/>
          <w:sz w:val="24"/>
          <w:szCs w:val="24"/>
        </w:rPr>
        <w:t>T</w:t>
      </w:r>
      <w:r w:rsidR="001D7B54" w:rsidRPr="000510B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510B8">
        <w:rPr>
          <w:rFonts w:ascii="Corbel" w:hAnsi="Corbel"/>
          <w:sz w:val="24"/>
          <w:szCs w:val="24"/>
        </w:rPr>
        <w:t xml:space="preserve">  </w:t>
      </w:r>
    </w:p>
    <w:p w14:paraId="5796BB78" w14:textId="77777777" w:rsidR="0085747A" w:rsidRPr="000510B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510B8">
        <w:rPr>
          <w:rFonts w:ascii="Corbel" w:hAnsi="Corbel"/>
          <w:sz w:val="24"/>
          <w:szCs w:val="24"/>
        </w:rPr>
        <w:t xml:space="preserve">Problematyka wykładu </w:t>
      </w:r>
    </w:p>
    <w:p w14:paraId="4CA2E148" w14:textId="77777777" w:rsidR="00675843" w:rsidRPr="000510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510B8" w14:paraId="3E5CFAEF" w14:textId="77777777" w:rsidTr="002659D7">
        <w:tc>
          <w:tcPr>
            <w:tcW w:w="9520" w:type="dxa"/>
          </w:tcPr>
          <w:p w14:paraId="1FA95635" w14:textId="77777777" w:rsidR="0085747A" w:rsidRPr="000510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59D7" w:rsidRPr="000510B8" w14:paraId="0078558F" w14:textId="77777777" w:rsidTr="002659D7">
        <w:tc>
          <w:tcPr>
            <w:tcW w:w="9520" w:type="dxa"/>
          </w:tcPr>
          <w:p w14:paraId="11EB0700" w14:textId="77777777" w:rsidR="002659D7" w:rsidRPr="000510B8" w:rsidRDefault="002659D7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 w:rsidRPr="000510B8">
              <w:rPr>
                <w:rFonts w:ascii="Corbel" w:hAnsi="Corbel"/>
                <w:color w:val="06022E"/>
                <w:sz w:val="23"/>
                <w:szCs w:val="23"/>
              </w:rPr>
              <w:t>Wprowadzenie w tematykę wykładu</w:t>
            </w:r>
          </w:p>
        </w:tc>
      </w:tr>
      <w:tr w:rsidR="002659D7" w:rsidRPr="000510B8" w14:paraId="261B12FD" w14:textId="77777777" w:rsidTr="002659D7">
        <w:tc>
          <w:tcPr>
            <w:tcW w:w="9520" w:type="dxa"/>
          </w:tcPr>
          <w:p w14:paraId="2376F829" w14:textId="52788D83" w:rsidR="002659D7" w:rsidRPr="000510B8" w:rsidRDefault="00566E59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 w:rsidRPr="000510B8">
              <w:rPr>
                <w:rFonts w:ascii="Corbel" w:hAnsi="Corbel"/>
                <w:color w:val="06022E"/>
                <w:sz w:val="23"/>
                <w:szCs w:val="23"/>
              </w:rPr>
              <w:t>Atrybuty mocarstwowości</w:t>
            </w:r>
          </w:p>
        </w:tc>
      </w:tr>
      <w:tr w:rsidR="002659D7" w:rsidRPr="000510B8" w14:paraId="5B1EC019" w14:textId="77777777" w:rsidTr="002659D7">
        <w:tc>
          <w:tcPr>
            <w:tcW w:w="9520" w:type="dxa"/>
          </w:tcPr>
          <w:p w14:paraId="77B44DEF" w14:textId="73A6FD8C" w:rsidR="002659D7" w:rsidRPr="000510B8" w:rsidRDefault="00566E59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 w:rsidRPr="000510B8">
              <w:rPr>
                <w:rFonts w:ascii="Corbel" w:hAnsi="Corbel"/>
                <w:color w:val="06022E"/>
                <w:sz w:val="23"/>
                <w:szCs w:val="23"/>
              </w:rPr>
              <w:t>Mocarstwa w historii i w XXIwieku</w:t>
            </w:r>
          </w:p>
        </w:tc>
      </w:tr>
      <w:tr w:rsidR="002659D7" w:rsidRPr="000510B8" w14:paraId="66EE18EB" w14:textId="77777777" w:rsidTr="002659D7">
        <w:tc>
          <w:tcPr>
            <w:tcW w:w="9520" w:type="dxa"/>
          </w:tcPr>
          <w:p w14:paraId="45BC6150" w14:textId="31B28D8E" w:rsidR="002659D7" w:rsidRPr="000510B8" w:rsidRDefault="00566E59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 w:rsidRPr="000510B8">
              <w:rPr>
                <w:rFonts w:ascii="Corbel" w:hAnsi="Corbel"/>
                <w:color w:val="06022E"/>
                <w:sz w:val="23"/>
                <w:szCs w:val="23"/>
              </w:rPr>
              <w:t>Zastosowanie koncepcji Z. Brzezińskiego - Wielkiej szachownicy w XXI-wiecznej grze mocarstw</w:t>
            </w:r>
          </w:p>
        </w:tc>
      </w:tr>
      <w:tr w:rsidR="002659D7" w:rsidRPr="000510B8" w14:paraId="243A6EEC" w14:textId="77777777" w:rsidTr="002659D7">
        <w:tc>
          <w:tcPr>
            <w:tcW w:w="9520" w:type="dxa"/>
          </w:tcPr>
          <w:p w14:paraId="573EEDED" w14:textId="46E79884" w:rsidR="002659D7" w:rsidRPr="000510B8" w:rsidRDefault="00566E59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 w:rsidRPr="000510B8">
              <w:rPr>
                <w:rFonts w:ascii="Corbel" w:hAnsi="Corbel"/>
                <w:color w:val="06022E"/>
                <w:sz w:val="23"/>
                <w:szCs w:val="23"/>
              </w:rPr>
              <w:t>Rola mocarstw w „Zderzeniach cywilizacji”</w:t>
            </w:r>
          </w:p>
        </w:tc>
      </w:tr>
      <w:tr w:rsidR="00566E59" w:rsidRPr="000510B8" w14:paraId="4E01A1CD" w14:textId="77777777" w:rsidTr="00B2386E">
        <w:tc>
          <w:tcPr>
            <w:tcW w:w="9520" w:type="dxa"/>
          </w:tcPr>
          <w:p w14:paraId="7193CBE2" w14:textId="77777777" w:rsidR="00566E59" w:rsidRPr="000510B8" w:rsidRDefault="00566E59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 w:rsidRPr="000510B8">
              <w:rPr>
                <w:rFonts w:ascii="Corbel" w:hAnsi="Corbel"/>
                <w:color w:val="06022E"/>
                <w:sz w:val="23"/>
                <w:szCs w:val="23"/>
              </w:rPr>
              <w:t>Rywalizacja mocarstw na polu gospodarczym</w:t>
            </w:r>
          </w:p>
        </w:tc>
      </w:tr>
      <w:tr w:rsidR="00566E59" w:rsidRPr="000510B8" w14:paraId="3941B80E" w14:textId="77777777" w:rsidTr="00B2386E">
        <w:tc>
          <w:tcPr>
            <w:tcW w:w="9520" w:type="dxa"/>
          </w:tcPr>
          <w:p w14:paraId="704F9CDD" w14:textId="77777777" w:rsidR="00566E59" w:rsidRPr="000510B8" w:rsidRDefault="00566E59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 w:rsidRPr="000510B8">
              <w:rPr>
                <w:rFonts w:ascii="Corbel" w:hAnsi="Corbel"/>
                <w:color w:val="06022E"/>
                <w:sz w:val="23"/>
                <w:szCs w:val="23"/>
              </w:rPr>
              <w:t>Siła militarna mocarstw</w:t>
            </w:r>
          </w:p>
        </w:tc>
      </w:tr>
      <w:tr w:rsidR="00566E59" w:rsidRPr="000510B8" w14:paraId="019B070C" w14:textId="77777777" w:rsidTr="00B2386E">
        <w:tc>
          <w:tcPr>
            <w:tcW w:w="9520" w:type="dxa"/>
          </w:tcPr>
          <w:p w14:paraId="7841710D" w14:textId="2F37C49D" w:rsidR="00566E59" w:rsidRPr="000510B8" w:rsidRDefault="00BB0D57" w:rsidP="00B2386E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 w:rsidRPr="000510B8">
              <w:rPr>
                <w:rFonts w:ascii="Corbel" w:hAnsi="Corbel"/>
                <w:color w:val="06022E"/>
                <w:sz w:val="23"/>
                <w:szCs w:val="23"/>
              </w:rPr>
              <w:t>Wojny zdalne w rywalizacji mocarstw</w:t>
            </w:r>
          </w:p>
        </w:tc>
      </w:tr>
      <w:tr w:rsidR="0085747A" w:rsidRPr="000510B8" w14:paraId="53833B62" w14:textId="77777777" w:rsidTr="002659D7">
        <w:tc>
          <w:tcPr>
            <w:tcW w:w="9520" w:type="dxa"/>
          </w:tcPr>
          <w:p w14:paraId="101367D6" w14:textId="5C625F46" w:rsidR="0085747A" w:rsidRPr="000510B8" w:rsidRDefault="00566E59" w:rsidP="002659D7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 w:rsidRPr="000510B8">
              <w:rPr>
                <w:rFonts w:ascii="Corbel" w:hAnsi="Corbel"/>
                <w:color w:val="06022E"/>
                <w:sz w:val="23"/>
                <w:szCs w:val="23"/>
              </w:rPr>
              <w:t>Prognozowanie zagrożeń i szans dla RP w wyniku rywalizacji mocarstw</w:t>
            </w:r>
          </w:p>
        </w:tc>
      </w:tr>
    </w:tbl>
    <w:p w14:paraId="035A94B2" w14:textId="77777777" w:rsidR="0085747A" w:rsidRPr="000510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E665E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49DBE6" w14:textId="77777777" w:rsidR="0085747A" w:rsidRPr="000510B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t>3.4 Metody dydaktyczne</w:t>
      </w:r>
      <w:r w:rsidRPr="000510B8">
        <w:rPr>
          <w:rFonts w:ascii="Corbel" w:hAnsi="Corbel"/>
          <w:b w:val="0"/>
          <w:smallCaps w:val="0"/>
          <w:szCs w:val="24"/>
        </w:rPr>
        <w:t xml:space="preserve"> </w:t>
      </w:r>
    </w:p>
    <w:p w14:paraId="4385BF6D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07F63B" w14:textId="0CBB0C00" w:rsidR="0085747A" w:rsidRPr="000510B8" w:rsidRDefault="000E3D7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0510B8">
        <w:rPr>
          <w:rFonts w:ascii="Corbel" w:hAnsi="Corbel"/>
          <w:b w:val="0"/>
          <w:smallCaps w:val="0"/>
          <w:sz w:val="20"/>
          <w:szCs w:val="20"/>
        </w:rPr>
        <w:t>Wykład z prezentacją, omówienie przykładów.</w:t>
      </w:r>
    </w:p>
    <w:p w14:paraId="72D4E33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47E73E" w14:textId="77777777" w:rsidR="004004DF" w:rsidRPr="000510B8" w:rsidRDefault="004004D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1D44CA" w14:textId="77777777" w:rsidR="0085747A" w:rsidRPr="000510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0510B8">
        <w:rPr>
          <w:rFonts w:ascii="Corbel" w:hAnsi="Corbel"/>
          <w:smallCaps w:val="0"/>
          <w:szCs w:val="24"/>
        </w:rPr>
        <w:t>METODY I KRYTERIA OCENY</w:t>
      </w:r>
      <w:r w:rsidR="009F4610" w:rsidRPr="000510B8">
        <w:rPr>
          <w:rFonts w:ascii="Corbel" w:hAnsi="Corbel"/>
          <w:smallCaps w:val="0"/>
          <w:szCs w:val="24"/>
        </w:rPr>
        <w:t xml:space="preserve"> </w:t>
      </w:r>
    </w:p>
    <w:p w14:paraId="39E4DFCF" w14:textId="77777777" w:rsidR="00923D7D" w:rsidRPr="000510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6AEDBB" w14:textId="77777777" w:rsidR="0085747A" w:rsidRPr="000510B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510B8">
        <w:rPr>
          <w:rFonts w:ascii="Corbel" w:hAnsi="Corbel"/>
          <w:smallCaps w:val="0"/>
          <w:szCs w:val="24"/>
        </w:rPr>
        <w:t>uczenia się</w:t>
      </w:r>
    </w:p>
    <w:p w14:paraId="4D2ED721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510B8" w14:paraId="07032E4F" w14:textId="77777777" w:rsidTr="00BB0D57">
        <w:tc>
          <w:tcPr>
            <w:tcW w:w="1962" w:type="dxa"/>
            <w:vAlign w:val="center"/>
          </w:tcPr>
          <w:p w14:paraId="18FFEFAC" w14:textId="77777777" w:rsidR="0085747A" w:rsidRPr="000510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9A556E" w14:textId="77777777" w:rsidR="0085747A" w:rsidRPr="000510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CC1C6E" w14:textId="77777777" w:rsidR="0085747A" w:rsidRPr="000510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510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56B55AA" w14:textId="77777777" w:rsidR="00923D7D" w:rsidRPr="000510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C25352" w14:textId="77777777" w:rsidR="0085747A" w:rsidRPr="000510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0510B8" w14:paraId="202D01A9" w14:textId="77777777" w:rsidTr="00BB0D57">
        <w:tc>
          <w:tcPr>
            <w:tcW w:w="1962" w:type="dxa"/>
          </w:tcPr>
          <w:p w14:paraId="2014450C" w14:textId="77777777" w:rsidR="0085747A" w:rsidRPr="000510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0B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4A9A79D" w14:textId="62723570" w:rsidR="0085747A" w:rsidRPr="000510B8" w:rsidRDefault="000E3D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0B8"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3B900C19" w14:textId="1854384D" w:rsidR="0085747A" w:rsidRPr="000510B8" w:rsidRDefault="000E3D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0B8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E3D70" w:rsidRPr="000510B8" w14:paraId="06640A1A" w14:textId="77777777" w:rsidTr="00BB0D57">
        <w:tc>
          <w:tcPr>
            <w:tcW w:w="1962" w:type="dxa"/>
          </w:tcPr>
          <w:p w14:paraId="3CD7AC05" w14:textId="77777777" w:rsidR="000E3D70" w:rsidRPr="000510B8" w:rsidRDefault="000E3D70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0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8EF2325" w14:textId="64C5ED50" w:rsidR="000E3D70" w:rsidRPr="000510B8" w:rsidRDefault="000E3D70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0B8"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4924086D" w14:textId="66A84A0B" w:rsidR="000E3D70" w:rsidRPr="000510B8" w:rsidRDefault="000E3D70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0B8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E3D70" w:rsidRPr="000510B8" w14:paraId="27A3C175" w14:textId="77777777" w:rsidTr="00BB0D57">
        <w:tc>
          <w:tcPr>
            <w:tcW w:w="1962" w:type="dxa"/>
          </w:tcPr>
          <w:p w14:paraId="46E44C61" w14:textId="521F56F3" w:rsidR="000E3D70" w:rsidRPr="000510B8" w:rsidRDefault="000E3D70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0B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F530346" w14:textId="1AB5F3A7" w:rsidR="000E3D70" w:rsidRPr="000510B8" w:rsidRDefault="000E3D70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0B8"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6EB16CB1" w14:textId="612D6AE6" w:rsidR="000E3D70" w:rsidRPr="000510B8" w:rsidRDefault="000E3D70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10B8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116EDB7A" w14:textId="77777777" w:rsidR="00923D7D" w:rsidRPr="000510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69DC0" w14:textId="77777777" w:rsidR="0085747A" w:rsidRPr="000510B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t xml:space="preserve">4.2 </w:t>
      </w:r>
      <w:r w:rsidR="0085747A" w:rsidRPr="000510B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510B8">
        <w:rPr>
          <w:rFonts w:ascii="Corbel" w:hAnsi="Corbel"/>
          <w:smallCaps w:val="0"/>
          <w:szCs w:val="24"/>
        </w:rPr>
        <w:t xml:space="preserve"> </w:t>
      </w:r>
    </w:p>
    <w:p w14:paraId="7E3EC50F" w14:textId="77777777" w:rsidR="00923D7D" w:rsidRPr="000510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510B8" w14:paraId="20FD36FA" w14:textId="77777777" w:rsidTr="00923D7D">
        <w:tc>
          <w:tcPr>
            <w:tcW w:w="9670" w:type="dxa"/>
          </w:tcPr>
          <w:p w14:paraId="2EDE4B58" w14:textId="7C92CC4D" w:rsidR="0085747A" w:rsidRPr="000510B8" w:rsidRDefault="000E3D70" w:rsidP="00BB0D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>Egzamin ustny: odpowiedź na dwa pytania z listy wcześniej przygotowanej przez prowadzącego</w:t>
            </w:r>
            <w:r w:rsidR="00393BBB">
              <w:rPr>
                <w:rFonts w:ascii="Corbel" w:hAnsi="Corbel"/>
                <w:b w:val="0"/>
                <w:smallCaps w:val="0"/>
                <w:szCs w:val="24"/>
              </w:rPr>
              <w:t xml:space="preserve"> i przekazanych studentom z odpowiednim wyprzedzeniem</w:t>
            </w:r>
            <w:r w:rsidRPr="000510B8">
              <w:rPr>
                <w:rFonts w:ascii="Corbel" w:hAnsi="Corbel"/>
                <w:b w:val="0"/>
                <w:smallCaps w:val="0"/>
                <w:szCs w:val="24"/>
              </w:rPr>
              <w:t>. Pytania dotyczą treści przekazywanej w trakcie wykładów oraz pula pytań z literatury obowiązkowej</w:t>
            </w:r>
            <w:r w:rsidR="00393BBB">
              <w:rPr>
                <w:rFonts w:ascii="Corbel" w:hAnsi="Corbel"/>
                <w:b w:val="0"/>
                <w:smallCaps w:val="0"/>
                <w:szCs w:val="24"/>
              </w:rPr>
              <w:t>. Dla uzyskanie pozytywnej oceny z egzaminu ustnego konieczna jest pozytywna ocena z każdego z pytań, na które odpowiada student.</w:t>
            </w:r>
          </w:p>
        </w:tc>
      </w:tr>
    </w:tbl>
    <w:p w14:paraId="2D32DDA7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E186D" w14:textId="77777777" w:rsidR="009F4610" w:rsidRPr="000510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510B8">
        <w:rPr>
          <w:rFonts w:ascii="Corbel" w:hAnsi="Corbel"/>
          <w:b/>
          <w:sz w:val="24"/>
          <w:szCs w:val="24"/>
        </w:rPr>
        <w:t xml:space="preserve">5. </w:t>
      </w:r>
      <w:r w:rsidR="00C61DC5" w:rsidRPr="000510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ABCF64" w14:textId="77777777" w:rsidR="0085747A" w:rsidRPr="000510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510B8" w14:paraId="09F7C6B5" w14:textId="77777777" w:rsidTr="003E1941">
        <w:tc>
          <w:tcPr>
            <w:tcW w:w="4962" w:type="dxa"/>
            <w:vAlign w:val="center"/>
          </w:tcPr>
          <w:p w14:paraId="373FCEE0" w14:textId="77777777" w:rsidR="0085747A" w:rsidRPr="000510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510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510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510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F02CEA" w14:textId="77777777" w:rsidR="0085747A" w:rsidRPr="000510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510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510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510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510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510B8" w14:paraId="1E56DEDB" w14:textId="77777777" w:rsidTr="00923D7D">
        <w:tc>
          <w:tcPr>
            <w:tcW w:w="4962" w:type="dxa"/>
          </w:tcPr>
          <w:p w14:paraId="018EBBFD" w14:textId="77777777" w:rsidR="0085747A" w:rsidRPr="000510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G</w:t>
            </w:r>
            <w:r w:rsidR="0085747A" w:rsidRPr="000510B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0510B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0510B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510B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CE8F28" w14:textId="7FE386BF" w:rsidR="0085747A" w:rsidRPr="000510B8" w:rsidRDefault="00BB0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2</w:t>
            </w:r>
            <w:r w:rsidR="006012A8" w:rsidRPr="000510B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0510B8" w14:paraId="085A3B39" w14:textId="77777777" w:rsidTr="00923D7D">
        <w:tc>
          <w:tcPr>
            <w:tcW w:w="4962" w:type="dxa"/>
          </w:tcPr>
          <w:p w14:paraId="05B03707" w14:textId="77777777" w:rsidR="00C61DC5" w:rsidRPr="000510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0510B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43BB540" w14:textId="77777777" w:rsidR="00C61DC5" w:rsidRPr="000510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1A52A73" w14:textId="067F53CF" w:rsidR="00C61DC5" w:rsidRPr="000510B8" w:rsidRDefault="00BB0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1</w:t>
            </w:r>
            <w:r w:rsidR="006012A8" w:rsidRPr="000510B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0510B8" w14:paraId="0DF78FD8" w14:textId="77777777" w:rsidTr="00923D7D">
        <w:tc>
          <w:tcPr>
            <w:tcW w:w="4962" w:type="dxa"/>
          </w:tcPr>
          <w:p w14:paraId="089EAB17" w14:textId="77777777" w:rsidR="0071620A" w:rsidRPr="000510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A16395E" w14:textId="77777777" w:rsidR="00C61DC5" w:rsidRPr="000510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A3A4D6" w14:textId="6BF29BF3" w:rsidR="00C61DC5" w:rsidRPr="000510B8" w:rsidRDefault="00BB0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0510B8" w14:paraId="672E1DA9" w14:textId="77777777" w:rsidTr="00923D7D">
        <w:tc>
          <w:tcPr>
            <w:tcW w:w="4962" w:type="dxa"/>
          </w:tcPr>
          <w:p w14:paraId="6D560CBC" w14:textId="77777777" w:rsidR="0085747A" w:rsidRPr="000510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337C24" w14:textId="527F4009" w:rsidR="0085747A" w:rsidRPr="000510B8" w:rsidRDefault="00BB0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0510B8" w14:paraId="00400FCC" w14:textId="77777777" w:rsidTr="00923D7D">
        <w:tc>
          <w:tcPr>
            <w:tcW w:w="4962" w:type="dxa"/>
          </w:tcPr>
          <w:p w14:paraId="6F34B927" w14:textId="77777777" w:rsidR="0085747A" w:rsidRPr="000510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510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B0086D" w14:textId="0248529B" w:rsidR="0085747A" w:rsidRPr="000510B8" w:rsidRDefault="00BB0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10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AAC28D" w14:textId="77777777" w:rsidR="0085747A" w:rsidRPr="000510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510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510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F672F8" w14:textId="77777777" w:rsidR="003E1941" w:rsidRPr="000510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54A7E" w14:textId="77777777" w:rsidR="0085747A" w:rsidRPr="000510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t xml:space="preserve">6. </w:t>
      </w:r>
      <w:r w:rsidR="0085747A" w:rsidRPr="000510B8">
        <w:rPr>
          <w:rFonts w:ascii="Corbel" w:hAnsi="Corbel"/>
          <w:smallCaps w:val="0"/>
          <w:szCs w:val="24"/>
        </w:rPr>
        <w:t>PRAKTYKI ZAWO</w:t>
      </w:r>
      <w:r w:rsidR="009D3F3B" w:rsidRPr="000510B8">
        <w:rPr>
          <w:rFonts w:ascii="Corbel" w:hAnsi="Corbel"/>
          <w:smallCaps w:val="0"/>
          <w:szCs w:val="24"/>
        </w:rPr>
        <w:t>DOWE W RAMACH PRZEDMIOTU</w:t>
      </w:r>
    </w:p>
    <w:p w14:paraId="222798AB" w14:textId="77777777" w:rsidR="0085747A" w:rsidRPr="000510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510B8" w14:paraId="5ED04A48" w14:textId="77777777" w:rsidTr="0071620A">
        <w:trPr>
          <w:trHeight w:val="397"/>
        </w:trPr>
        <w:tc>
          <w:tcPr>
            <w:tcW w:w="3544" w:type="dxa"/>
          </w:tcPr>
          <w:p w14:paraId="6418AA3E" w14:textId="77777777" w:rsidR="0085747A" w:rsidRPr="000510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47E95D" w14:textId="77777777" w:rsidR="0085747A" w:rsidRPr="000510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510B8" w14:paraId="74F87261" w14:textId="77777777" w:rsidTr="0071620A">
        <w:trPr>
          <w:trHeight w:val="397"/>
        </w:trPr>
        <w:tc>
          <w:tcPr>
            <w:tcW w:w="3544" w:type="dxa"/>
          </w:tcPr>
          <w:p w14:paraId="77BEA084" w14:textId="77777777" w:rsidR="0085747A" w:rsidRPr="000510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20EB86" w14:textId="77777777" w:rsidR="0085747A" w:rsidRPr="000510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48F95B" w14:textId="77777777" w:rsidR="003E1941" w:rsidRPr="000510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931DA8" w14:textId="77777777" w:rsidR="0085747A" w:rsidRPr="000510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510B8">
        <w:rPr>
          <w:rFonts w:ascii="Corbel" w:hAnsi="Corbel"/>
          <w:smallCaps w:val="0"/>
          <w:szCs w:val="24"/>
        </w:rPr>
        <w:t xml:space="preserve">7. </w:t>
      </w:r>
      <w:r w:rsidR="0085747A" w:rsidRPr="000510B8">
        <w:rPr>
          <w:rFonts w:ascii="Corbel" w:hAnsi="Corbel"/>
          <w:smallCaps w:val="0"/>
          <w:szCs w:val="24"/>
        </w:rPr>
        <w:t>LITERATURA</w:t>
      </w:r>
      <w:r w:rsidRPr="000510B8">
        <w:rPr>
          <w:rFonts w:ascii="Corbel" w:hAnsi="Corbel"/>
          <w:smallCaps w:val="0"/>
          <w:szCs w:val="24"/>
        </w:rPr>
        <w:t xml:space="preserve"> </w:t>
      </w:r>
    </w:p>
    <w:p w14:paraId="12E58AC7" w14:textId="77777777" w:rsidR="00675843" w:rsidRPr="000510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93BBB" w14:paraId="0EF70567" w14:textId="77777777" w:rsidTr="0071620A">
        <w:trPr>
          <w:trHeight w:val="397"/>
        </w:trPr>
        <w:tc>
          <w:tcPr>
            <w:tcW w:w="7513" w:type="dxa"/>
          </w:tcPr>
          <w:p w14:paraId="1ECF3557" w14:textId="62A2CAD7" w:rsidR="009A355A" w:rsidRPr="00DC5486" w:rsidRDefault="0085747A" w:rsidP="009A355A">
            <w:pPr>
              <w:pStyle w:val="Punktygwne"/>
              <w:spacing w:before="0" w:after="0"/>
              <w:rPr>
                <w:rFonts w:ascii="Corbel" w:hAnsi="Corbel"/>
                <w:b w:val="0"/>
                <w:color w:val="06022E"/>
                <w:szCs w:val="24"/>
                <w:shd w:val="clear" w:color="auto" w:fill="F8F8F8"/>
                <w:lang w:val="en-GB"/>
              </w:rPr>
            </w:pPr>
            <w:r w:rsidRPr="00DC548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 podstawowa:</w:t>
            </w:r>
            <w:r w:rsidR="006012A8" w:rsidRPr="00DC548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</w:p>
          <w:p w14:paraId="2A027333" w14:textId="77777777" w:rsidR="000510B8" w:rsidRPr="000510B8" w:rsidRDefault="000510B8" w:rsidP="000510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0510B8">
              <w:rPr>
                <w:rFonts w:ascii="Corbel" w:hAnsi="Corbel"/>
                <w:b w:val="0"/>
                <w:color w:val="000000"/>
                <w:szCs w:val="24"/>
                <w:shd w:val="clear" w:color="auto" w:fill="F8F8F8"/>
                <w:lang w:val="en-US"/>
              </w:rPr>
              <w:t>J. Andrews, The World Conflict: Understanding the world trublespots, New York 2023.</w:t>
            </w:r>
          </w:p>
          <w:p w14:paraId="0B09B87B" w14:textId="08D841AD" w:rsidR="006012A8" w:rsidRPr="000510B8" w:rsidRDefault="006012A8" w:rsidP="00EB1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</w:p>
        </w:tc>
      </w:tr>
      <w:tr w:rsidR="0085747A" w:rsidRPr="000510B8" w14:paraId="7B4847A9" w14:textId="77777777" w:rsidTr="0071620A">
        <w:trPr>
          <w:trHeight w:val="397"/>
        </w:trPr>
        <w:tc>
          <w:tcPr>
            <w:tcW w:w="7513" w:type="dxa"/>
          </w:tcPr>
          <w:p w14:paraId="574CDCAE" w14:textId="77777777" w:rsidR="009A355A" w:rsidRPr="000510B8" w:rsidRDefault="0085747A" w:rsidP="00BB0D57">
            <w:pPr>
              <w:pStyle w:val="NormalnyWeb"/>
              <w:shd w:val="clear" w:color="auto" w:fill="F8F8F8"/>
              <w:spacing w:before="0" w:beforeAutospacing="0" w:after="90" w:afterAutospacing="0"/>
              <w:rPr>
                <w:rFonts w:ascii="Corbel" w:hAnsi="Corbel"/>
              </w:rPr>
            </w:pPr>
            <w:r w:rsidRPr="000510B8">
              <w:rPr>
                <w:rFonts w:ascii="Corbel" w:hAnsi="Corbel"/>
              </w:rPr>
              <w:lastRenderedPageBreak/>
              <w:t xml:space="preserve">Literatura uzupełniająca: </w:t>
            </w:r>
          </w:p>
          <w:p w14:paraId="4872DC0F" w14:textId="61C476F3" w:rsidR="006012A8" w:rsidRPr="000510B8" w:rsidRDefault="000510B8" w:rsidP="00BB0D57">
            <w:pPr>
              <w:pStyle w:val="NormalnyWeb"/>
              <w:shd w:val="clear" w:color="auto" w:fill="F8F8F8"/>
              <w:spacing w:before="0" w:beforeAutospacing="0" w:after="90" w:afterAutospacing="0"/>
              <w:rPr>
                <w:rFonts w:ascii="Corbel" w:hAnsi="Corbel"/>
                <w:color w:val="06022E"/>
              </w:rPr>
            </w:pPr>
            <w:r w:rsidRPr="000510B8">
              <w:rPr>
                <w:rFonts w:ascii="Corbel" w:hAnsi="Corbel" w:cs="Helvetica"/>
                <w:color w:val="141413"/>
                <w:sz w:val="20"/>
                <w:szCs w:val="20"/>
              </w:rPr>
              <w:t>Brzeziński Z., Wielka Szachownica: główne cele polityki amerykańskiej, Warszawa 1998</w:t>
            </w:r>
            <w:r w:rsidRPr="000510B8">
              <w:rPr>
                <w:rFonts w:ascii="Corbel" w:hAnsi="Corbel"/>
                <w:color w:val="06022E"/>
              </w:rPr>
              <w:t>.</w:t>
            </w:r>
          </w:p>
          <w:p w14:paraId="09AA88BE" w14:textId="77777777" w:rsidR="000510B8" w:rsidRPr="000510B8" w:rsidRDefault="000510B8" w:rsidP="00BB0D57">
            <w:pPr>
              <w:pStyle w:val="NormalnyWeb"/>
              <w:shd w:val="clear" w:color="auto" w:fill="F8F8F8"/>
              <w:spacing w:before="0" w:beforeAutospacing="0" w:after="90" w:afterAutospacing="0"/>
              <w:rPr>
                <w:rFonts w:ascii="Corbel" w:hAnsi="Corbel" w:cs="Helvetica"/>
                <w:color w:val="141413"/>
                <w:sz w:val="20"/>
                <w:szCs w:val="20"/>
              </w:rPr>
            </w:pPr>
            <w:r w:rsidRPr="000510B8">
              <w:rPr>
                <w:rFonts w:ascii="Corbel" w:hAnsi="Corbel" w:cs="Helvetica"/>
                <w:color w:val="141413"/>
                <w:sz w:val="20"/>
                <w:szCs w:val="20"/>
              </w:rPr>
              <w:t>Brzeziński Z., Strategiczna wizja. Ameryka a kryzys globalnej potęgi, Kraków 2013</w:t>
            </w:r>
          </w:p>
          <w:p w14:paraId="431196A1" w14:textId="69D774D9" w:rsidR="00EB1A1A" w:rsidRPr="000510B8" w:rsidRDefault="00EB1A1A" w:rsidP="00BB0D57">
            <w:pPr>
              <w:pStyle w:val="NormalnyWeb"/>
              <w:shd w:val="clear" w:color="auto" w:fill="F8F8F8"/>
              <w:spacing w:before="0" w:beforeAutospacing="0" w:after="90" w:afterAutospacing="0"/>
              <w:rPr>
                <w:rFonts w:ascii="Corbel" w:hAnsi="Corbel"/>
                <w:color w:val="06022E"/>
              </w:rPr>
            </w:pPr>
            <w:r w:rsidRPr="000510B8">
              <w:rPr>
                <w:rFonts w:ascii="Corbel" w:hAnsi="Corbel"/>
                <w:color w:val="06022E"/>
              </w:rPr>
              <w:t xml:space="preserve">H. Kissinger, Porządek </w:t>
            </w:r>
            <w:r w:rsidR="000510B8" w:rsidRPr="000510B8">
              <w:rPr>
                <w:rFonts w:ascii="Corbel" w:hAnsi="Corbel"/>
                <w:color w:val="06022E"/>
              </w:rPr>
              <w:t>Ś</w:t>
            </w:r>
            <w:r w:rsidR="003F5D51" w:rsidRPr="000510B8">
              <w:rPr>
                <w:rFonts w:ascii="Corbel" w:hAnsi="Corbel"/>
                <w:color w:val="06022E"/>
              </w:rPr>
              <w:t xml:space="preserve">wiatowy, </w:t>
            </w:r>
            <w:r w:rsidR="000510B8" w:rsidRPr="000510B8">
              <w:rPr>
                <w:rFonts w:ascii="Corbel" w:hAnsi="Corbel"/>
                <w:color w:val="06022E"/>
              </w:rPr>
              <w:t>Warszawa 2023.</w:t>
            </w:r>
          </w:p>
          <w:p w14:paraId="69C42EF2" w14:textId="0776A3CC" w:rsidR="00A42282" w:rsidRPr="000510B8" w:rsidRDefault="00A42282" w:rsidP="00BB0D57">
            <w:pPr>
              <w:pStyle w:val="NormalnyWeb"/>
              <w:shd w:val="clear" w:color="auto" w:fill="F8F8F8"/>
              <w:spacing w:before="0" w:beforeAutospacing="0" w:after="90" w:afterAutospacing="0"/>
              <w:rPr>
                <w:rFonts w:ascii="Corbel" w:hAnsi="Corbel"/>
                <w:color w:val="06022E"/>
              </w:rPr>
            </w:pPr>
            <w:r w:rsidRPr="000510B8">
              <w:rPr>
                <w:rFonts w:ascii="Corbel" w:hAnsi="Corbel"/>
                <w:color w:val="06022E"/>
              </w:rPr>
              <w:t>K. Mingst, Podstawy Stosunków międzynarodowych, Warszawa 2006.</w:t>
            </w:r>
          </w:p>
          <w:p w14:paraId="3596F52B" w14:textId="1A4C9750" w:rsidR="0085747A" w:rsidRPr="000510B8" w:rsidRDefault="000510B8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510B8">
              <w:rPr>
                <w:rFonts w:ascii="Corbel" w:hAnsi="Corbel"/>
                <w:b w:val="0"/>
                <w:smallCaps w:val="0"/>
                <w:szCs w:val="24"/>
              </w:rPr>
              <w:t>M. Tarnawski, P. Zalewski, L. Kostecka-Tomaszewska, Rola mocarstw w stosunkach międzynarodowych, Warszawa 2016.</w:t>
            </w:r>
          </w:p>
        </w:tc>
      </w:tr>
    </w:tbl>
    <w:p w14:paraId="1EF224D1" w14:textId="77777777" w:rsidR="0085747A" w:rsidRPr="000510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7B3AAB" w14:textId="77777777" w:rsidR="0085747A" w:rsidRPr="000510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69CAB" w14:textId="77777777" w:rsidR="0085747A" w:rsidRPr="000510B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510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510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ED1BA" w14:textId="77777777" w:rsidR="00737F14" w:rsidRDefault="00737F14" w:rsidP="00C16ABF">
      <w:pPr>
        <w:spacing w:after="0" w:line="240" w:lineRule="auto"/>
      </w:pPr>
      <w:r>
        <w:separator/>
      </w:r>
    </w:p>
  </w:endnote>
  <w:endnote w:type="continuationSeparator" w:id="0">
    <w:p w14:paraId="7DEB2476" w14:textId="77777777" w:rsidR="00737F14" w:rsidRDefault="00737F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3C40D" w14:textId="77777777" w:rsidR="00737F14" w:rsidRDefault="00737F14" w:rsidP="00C16ABF">
      <w:pPr>
        <w:spacing w:after="0" w:line="240" w:lineRule="auto"/>
      </w:pPr>
      <w:r>
        <w:separator/>
      </w:r>
    </w:p>
  </w:footnote>
  <w:footnote w:type="continuationSeparator" w:id="0">
    <w:p w14:paraId="5CAEAB4D" w14:textId="77777777" w:rsidR="00737F14" w:rsidRDefault="00737F14" w:rsidP="00C16ABF">
      <w:pPr>
        <w:spacing w:after="0" w:line="240" w:lineRule="auto"/>
      </w:pPr>
      <w:r>
        <w:continuationSeparator/>
      </w:r>
    </w:p>
  </w:footnote>
  <w:footnote w:id="1">
    <w:p w14:paraId="038878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E13FE"/>
    <w:multiLevelType w:val="hybridMultilevel"/>
    <w:tmpl w:val="61602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4750FC"/>
    <w:multiLevelType w:val="hybridMultilevel"/>
    <w:tmpl w:val="3086DC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72F0068"/>
    <w:multiLevelType w:val="hybridMultilevel"/>
    <w:tmpl w:val="9F9EE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43B19"/>
    <w:multiLevelType w:val="hybridMultilevel"/>
    <w:tmpl w:val="A0208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30227">
    <w:abstractNumId w:val="1"/>
  </w:num>
  <w:num w:numId="2" w16cid:durableId="2144078781">
    <w:abstractNumId w:val="0"/>
  </w:num>
  <w:num w:numId="3" w16cid:durableId="1718315410">
    <w:abstractNumId w:val="3"/>
  </w:num>
  <w:num w:numId="4" w16cid:durableId="864631710">
    <w:abstractNumId w:val="4"/>
  </w:num>
  <w:num w:numId="5" w16cid:durableId="204139700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0B8"/>
    <w:rsid w:val="00070ED6"/>
    <w:rsid w:val="000742DC"/>
    <w:rsid w:val="00074882"/>
    <w:rsid w:val="00084C12"/>
    <w:rsid w:val="0009462C"/>
    <w:rsid w:val="00094B12"/>
    <w:rsid w:val="00096C46"/>
    <w:rsid w:val="00097A1E"/>
    <w:rsid w:val="000A296F"/>
    <w:rsid w:val="000A2A28"/>
    <w:rsid w:val="000A3CDF"/>
    <w:rsid w:val="000B192D"/>
    <w:rsid w:val="000B28EE"/>
    <w:rsid w:val="000B3E37"/>
    <w:rsid w:val="000D04B0"/>
    <w:rsid w:val="000E3D7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2AD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68D"/>
    <w:rsid w:val="00257F75"/>
    <w:rsid w:val="002659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68D"/>
    <w:rsid w:val="00346FE9"/>
    <w:rsid w:val="0034759A"/>
    <w:rsid w:val="003503F6"/>
    <w:rsid w:val="003530DD"/>
    <w:rsid w:val="00363F78"/>
    <w:rsid w:val="00393BB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5D51"/>
    <w:rsid w:val="004004D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1C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66E59"/>
    <w:rsid w:val="005762A3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012A8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F1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DC7"/>
    <w:rsid w:val="0081554D"/>
    <w:rsid w:val="0081707E"/>
    <w:rsid w:val="008449B3"/>
    <w:rsid w:val="008545A0"/>
    <w:rsid w:val="008552A2"/>
    <w:rsid w:val="0085747A"/>
    <w:rsid w:val="00866164"/>
    <w:rsid w:val="00884922"/>
    <w:rsid w:val="00885F64"/>
    <w:rsid w:val="008917F9"/>
    <w:rsid w:val="008A45F7"/>
    <w:rsid w:val="008B37E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5"/>
    <w:rsid w:val="00916188"/>
    <w:rsid w:val="00923D7D"/>
    <w:rsid w:val="009508DF"/>
    <w:rsid w:val="00950DAC"/>
    <w:rsid w:val="00954A07"/>
    <w:rsid w:val="00997F14"/>
    <w:rsid w:val="009A355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50F"/>
    <w:rsid w:val="00A00ECC"/>
    <w:rsid w:val="00A155EE"/>
    <w:rsid w:val="00A2245B"/>
    <w:rsid w:val="00A30110"/>
    <w:rsid w:val="00A36899"/>
    <w:rsid w:val="00A371F6"/>
    <w:rsid w:val="00A41CDD"/>
    <w:rsid w:val="00A42282"/>
    <w:rsid w:val="00A43BF6"/>
    <w:rsid w:val="00A53FA5"/>
    <w:rsid w:val="00A54817"/>
    <w:rsid w:val="00A601C8"/>
    <w:rsid w:val="00A60799"/>
    <w:rsid w:val="00A84C85"/>
    <w:rsid w:val="00A97DE1"/>
    <w:rsid w:val="00AB053C"/>
    <w:rsid w:val="00AC4E1D"/>
    <w:rsid w:val="00AD1146"/>
    <w:rsid w:val="00AD27D3"/>
    <w:rsid w:val="00AD66D6"/>
    <w:rsid w:val="00AE1160"/>
    <w:rsid w:val="00AE203C"/>
    <w:rsid w:val="00AE2E74"/>
    <w:rsid w:val="00AE57A3"/>
    <w:rsid w:val="00AE5AA6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DD9"/>
    <w:rsid w:val="00BB0D57"/>
    <w:rsid w:val="00BB375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8BA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0A9B"/>
    <w:rsid w:val="00DA2114"/>
    <w:rsid w:val="00DC5486"/>
    <w:rsid w:val="00DE09C0"/>
    <w:rsid w:val="00DE4A14"/>
    <w:rsid w:val="00DF320D"/>
    <w:rsid w:val="00DF71C8"/>
    <w:rsid w:val="00E04690"/>
    <w:rsid w:val="00E129B8"/>
    <w:rsid w:val="00E21E7D"/>
    <w:rsid w:val="00E22FBC"/>
    <w:rsid w:val="00E24BF5"/>
    <w:rsid w:val="00E25338"/>
    <w:rsid w:val="00E51E44"/>
    <w:rsid w:val="00E63348"/>
    <w:rsid w:val="00E63A3D"/>
    <w:rsid w:val="00E742AA"/>
    <w:rsid w:val="00E77E88"/>
    <w:rsid w:val="00E8107D"/>
    <w:rsid w:val="00E960BB"/>
    <w:rsid w:val="00EA2074"/>
    <w:rsid w:val="00EA4832"/>
    <w:rsid w:val="00EA4E9D"/>
    <w:rsid w:val="00EB1A1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D3205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258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4</Pages>
  <Words>690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Bonusiak</cp:lastModifiedBy>
  <cp:revision>6</cp:revision>
  <cp:lastPrinted>2019-02-06T12:12:00Z</cp:lastPrinted>
  <dcterms:created xsi:type="dcterms:W3CDTF">2025-02-05T08:56:00Z</dcterms:created>
  <dcterms:modified xsi:type="dcterms:W3CDTF">2025-03-10T07:08:00Z</dcterms:modified>
</cp:coreProperties>
</file>